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1B176A6F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7B121A">
        <w:rPr>
          <w:rStyle w:val="Strong"/>
          <w:rFonts w:asciiTheme="minorHAnsi" w:hAnsiTheme="minorHAnsi" w:cstheme="minorHAnsi"/>
          <w:lang w:val="en-GB"/>
        </w:rPr>
        <w:t>15-G001-23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681E7420" w:rsidR="00C44890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57D207AB" w14:textId="21B8499C" w:rsidR="009731F3" w:rsidRPr="009731F3" w:rsidRDefault="009731F3" w:rsidP="00C44890">
      <w:pPr>
        <w:pStyle w:val="Heading3"/>
        <w:rPr>
          <w:rFonts w:cs="Calibri"/>
          <w:b w:val="0"/>
          <w:lang w:val="en-GB"/>
        </w:rPr>
      </w:pPr>
      <w:bookmarkStart w:id="5" w:name="_Toc312171709"/>
      <w:r w:rsidRPr="009731F3">
        <w:rPr>
          <w:rFonts w:cs="Calibri"/>
          <w:b w:val="0"/>
          <w:lang w:val="en-GB"/>
        </w:rPr>
        <w:t xml:space="preserve">The materials were required for the reconstruction work of the </w:t>
      </w:r>
      <w:r>
        <w:rPr>
          <w:rFonts w:cs="Calibri"/>
          <w:b w:val="0"/>
          <w:lang w:val="en-GB"/>
        </w:rPr>
        <w:t xml:space="preserve">North Tarawa Police Office and Cell Project. </w:t>
      </w:r>
    </w:p>
    <w:p w14:paraId="000280F4" w14:textId="14248369" w:rsidR="00C44890" w:rsidRPr="00492684" w:rsidRDefault="002A4740" w:rsidP="00C44890">
      <w:pPr>
        <w:pStyle w:val="Heading3"/>
        <w:rPr>
          <w:rFonts w:cs="Calibri"/>
          <w:lang w:val="en-GB"/>
        </w:rPr>
      </w:pPr>
      <w:r w:rsidRPr="00492684">
        <w:rPr>
          <w:rFonts w:cs="Calibri"/>
          <w:lang w:val="en-GB"/>
        </w:rPr>
        <w:t>Requirements</w:t>
      </w:r>
    </w:p>
    <w:p w14:paraId="7B19B727" w14:textId="3F62988A" w:rsidR="00C44890" w:rsidRPr="007B121A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  <w:r w:rsidR="007B121A">
        <w:rPr>
          <w:lang w:val="en-GB"/>
        </w:rPr>
        <w:t xml:space="preserve"> Required documents are listed in the </w:t>
      </w:r>
      <w:r w:rsidR="007B121A">
        <w:rPr>
          <w:b/>
          <w:bCs/>
          <w:i/>
          <w:iCs/>
          <w:lang w:val="en-GB"/>
        </w:rPr>
        <w:t>Instructions on How to Submit a Quotation</w:t>
      </w:r>
      <w:r w:rsidR="007B121A">
        <w:rPr>
          <w:lang w:val="en-GB"/>
        </w:rPr>
        <w:t xml:space="preserve"> template, page 5.</w:t>
      </w:r>
      <w:bookmarkStart w:id="7" w:name="_GoBack"/>
      <w:bookmarkEnd w:id="7"/>
    </w:p>
    <w:p w14:paraId="62951F43" w14:textId="737F71F4" w:rsidR="00B12852" w:rsidRPr="00492684" w:rsidRDefault="00B12852" w:rsidP="00C44890">
      <w:pPr>
        <w:rPr>
          <w:lang w:val="en-GB"/>
        </w:rPr>
      </w:pPr>
      <w:r>
        <w:rPr>
          <w:lang w:val="en-GB"/>
        </w:rPr>
        <w:t>Per detailed</w:t>
      </w:r>
      <w:r w:rsidR="007B121A">
        <w:rPr>
          <w:lang w:val="en-GB"/>
        </w:rPr>
        <w:t xml:space="preserve"> of the materials specification are stated in the</w:t>
      </w:r>
      <w:r>
        <w:rPr>
          <w:lang w:val="en-GB"/>
        </w:rPr>
        <w:t xml:space="preserve"> table hereunder.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6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36A77A26" w:rsidR="00C44890" w:rsidRPr="00492684" w:rsidRDefault="00B12852" w:rsidP="00C44890">
      <w:pPr>
        <w:rPr>
          <w:lang w:val="en-GB"/>
        </w:rPr>
      </w:pPr>
      <w:r>
        <w:rPr>
          <w:highlight w:val="yellow"/>
          <w:lang w:val="en-GB"/>
        </w:rPr>
        <w:t>NIL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FAB4B7A" w14:textId="08AE47E0" w:rsidR="00C44890" w:rsidRPr="00492684" w:rsidRDefault="009731F3" w:rsidP="00C44890">
      <w:pPr>
        <w:rPr>
          <w:lang w:val="en-GB"/>
        </w:rPr>
      </w:pPr>
      <w:r>
        <w:rPr>
          <w:lang w:val="en-GB"/>
        </w:rPr>
        <w:t>Materials &amp; Tools should be arrived at the project site first week of July, 2023.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p w14:paraId="06D3C1C1" w14:textId="53D9E67E" w:rsidR="00C44890" w:rsidRPr="009731F3" w:rsidRDefault="009731F3" w:rsidP="00C44890">
      <w:pPr>
        <w:rPr>
          <w:i/>
          <w:lang w:val="en-GB"/>
        </w:rPr>
      </w:pPr>
      <w:r w:rsidRPr="009731F3">
        <w:rPr>
          <w:i/>
          <w:lang w:val="en-GB"/>
        </w:rPr>
        <w:t>Refer to above specification on materials which details the list of items and their spec required for the acquisition of materials for the Police Office and Cell Project.</w:t>
      </w:r>
    </w:p>
    <w:sectPr w:rsidR="00C44890" w:rsidRPr="009731F3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4C5A5" w14:textId="77777777" w:rsidR="00BA6E5D" w:rsidRDefault="00BA6E5D">
      <w:r>
        <w:separator/>
      </w:r>
    </w:p>
  </w:endnote>
  <w:endnote w:type="continuationSeparator" w:id="0">
    <w:p w14:paraId="5D8B121D" w14:textId="77777777" w:rsidR="00BA6E5D" w:rsidRDefault="00BA6E5D">
      <w:r>
        <w:continuationSeparator/>
      </w:r>
    </w:p>
  </w:endnote>
  <w:endnote w:type="continuationNotice" w:id="1">
    <w:p w14:paraId="0CB1447D" w14:textId="77777777" w:rsidR="00BA6E5D" w:rsidRDefault="00BA6E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5AB30E6D" w:rsidR="00B12852" w:rsidRDefault="00B12852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8370C9" w:rsidRPr="008370C9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8370C9" w:rsidRPr="008370C9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E0B8CB8" w:rsidR="00B12852" w:rsidRDefault="00B12852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B121A">
      <w:rPr>
        <w:noProof/>
      </w:rPr>
      <w:t>2023-10-27</w:t>
    </w:r>
    <w:r>
      <w:fldChar w:fldCharType="end"/>
    </w:r>
  </w:p>
  <w:p w14:paraId="4C7E2131" w14:textId="77777777" w:rsidR="00B12852" w:rsidRDefault="00B128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0D512" w14:textId="77777777" w:rsidR="00BA6E5D" w:rsidRDefault="00BA6E5D">
      <w:r>
        <w:separator/>
      </w:r>
    </w:p>
  </w:footnote>
  <w:footnote w:type="continuationSeparator" w:id="0">
    <w:p w14:paraId="578A4F96" w14:textId="77777777" w:rsidR="00BA6E5D" w:rsidRDefault="00BA6E5D">
      <w:r>
        <w:continuationSeparator/>
      </w:r>
    </w:p>
  </w:footnote>
  <w:footnote w:type="continuationNotice" w:id="1">
    <w:p w14:paraId="7E2F9B19" w14:textId="77777777" w:rsidR="00BA6E5D" w:rsidRDefault="00BA6E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16A1" w14:textId="53F68022" w:rsidR="00B12852" w:rsidRPr="00FF7B55" w:rsidRDefault="00B12852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Theme="minorHAnsi" w:hAnsiTheme="minorHAnsi" w:cs="Calibri"/>
        <w:sz w:val="20"/>
      </w:rPr>
      <w:instrText xml:space="preserve"> REF Number \h  \* MERGEFORMAT </w:instrText>
    </w:r>
    <w:r>
      <w:rPr>
        <w:rFonts w:asciiTheme="minorHAnsi" w:hAnsiTheme="minorHAnsi" w:cs="Calibri"/>
        <w:sz w:val="20"/>
      </w:rPr>
    </w:r>
    <w:r>
      <w:rPr>
        <w:rFonts w:asciiTheme="minorHAnsi" w:hAnsiTheme="minorHAnsi" w:cs="Calibri"/>
        <w:sz w:val="20"/>
      </w:rPr>
      <w:fldChar w:fldCharType="separate"/>
    </w:r>
    <w:r w:rsidRPr="00A66587">
      <w:rPr>
        <w:rStyle w:val="Strong"/>
        <w:rFonts w:asciiTheme="minorHAnsi" w:hAnsiTheme="minorHAnsi" w:cstheme="minorHAnsi"/>
        <w:lang w:val="en-GB"/>
      </w:rPr>
      <w:t>RFQ-</w:t>
    </w:r>
    <w:r w:rsidR="007B121A">
      <w:rPr>
        <w:rStyle w:val="Strong"/>
        <w:rFonts w:asciiTheme="minorHAnsi" w:hAnsiTheme="minorHAnsi" w:cstheme="minorHAnsi"/>
        <w:lang w:val="en-GB"/>
      </w:rPr>
      <w:t>15-G001-23</w:t>
    </w:r>
    <w:r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1square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2dash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3opensquare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5number1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8"/>
  </w:num>
  <w:num w:numId="13">
    <w:abstractNumId w:val="12"/>
  </w:num>
  <w:num w:numId="14">
    <w:abstractNumId w:val="3"/>
  </w:num>
  <w:num w:numId="1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15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44A7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48A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37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3AC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121A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AA0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370C9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31F3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780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852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6E5D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1FF8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BankNormal">
    <w:name w:val="BankNormal"/>
    <w:basedOn w:val="Normal"/>
    <w:rsid w:val="001243D1"/>
    <w:pPr>
      <w:spacing w:after="240"/>
    </w:pPr>
  </w:style>
  <w:style w:type="character" w:customStyle="1" w:styleId="Heading5Char">
    <w:name w:val="Heading 5 Char"/>
    <w:link w:val="Heading5"/>
    <w:rsid w:val="002E56DE"/>
    <w:rPr>
      <w:sz w:val="24"/>
    </w:r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uiPriority w:val="99"/>
    <w:rsid w:val="00D975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tabs>
        <w:tab w:val="num" w:pos="646"/>
      </w:tabs>
      <w:spacing w:after="120"/>
      <w:ind w:left="646" w:hanging="289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tabs>
        <w:tab w:val="num" w:pos="924"/>
      </w:tabs>
      <w:spacing w:after="120"/>
      <w:ind w:left="924" w:hanging="278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tabs>
        <w:tab w:val="num" w:pos="1213"/>
      </w:tabs>
      <w:spacing w:after="120"/>
      <w:ind w:left="1213" w:hanging="289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C7A524-74C6-432D-8379-B676691AD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875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3</cp:revision>
  <cp:lastPrinted>2013-10-18T08:32:00Z</cp:lastPrinted>
  <dcterms:created xsi:type="dcterms:W3CDTF">2023-10-26T05:00:00Z</dcterms:created>
  <dcterms:modified xsi:type="dcterms:W3CDTF">2023-10-26T22:07:00Z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